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BF36F0F"/>
    <w:rsid w:val="DBF36F0F"/>
    <w:rsid w:val="F97F9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superadmin/&#1064;&#1072;&#1073;&#1083;&#1086;&#1085;&#1099;/&#1058;&#1077;&#1082;&#1089;&#1090;&#1086;&#1074;&#1099;&#1081;%20&#1088;&#1077;&#1076;&#1072;&#1082;&#1090;&#1086;&#1088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Текстовый редактор.dotx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2021-04-26T19:59:00Z</dcterms:created>
  <dc:creator>superadmin</dc:creator>
  <cp:lastModifiedBy>superadmin</cp:lastModifiedBy>
  <dcterms:modified xsi:type="dcterms:W3CDTF">2021-04-26T19:59:25Z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1049-11.1.0.9662</vt:lpwstr>
  </property>
</Properties>
</file>